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EndPr/>
                            <w:sdtContent>
                              <w:p w14:paraId="409810AF" w14:textId="5D3D8459" w:rsidR="006F1112" w:rsidRDefault="00BE4B5D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Pargi tn 1, Viljandi</w:t>
                                </w: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EndPr/>
                      <w:sdtContent>
                        <w:p w14:paraId="409810AF" w14:textId="5D3D8459" w:rsidR="006F1112" w:rsidRDefault="00BE4B5D" w:rsidP="002A044D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  <w:r>
                            <w:rPr>
                              <w:color w:val="000000" w:themeColor="text1"/>
                              <w:lang w:val="et-EE"/>
                            </w:rPr>
                            <w:t>Pargi tn 1, Viljandi</w:t>
                          </w:r>
                        </w:p>
                        <w:p w14:paraId="57A310D6" w14:textId="1ED731A4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402FB" w:rsidRDefault="00FC677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5B4729AF" w:rsidR="00FC6777" w:rsidRPr="00FC6777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FC6777">
              <w:rPr>
                <w:b w:val="0"/>
              </w:rPr>
              <w:t>Avariide</w:t>
            </w:r>
            <w:proofErr w:type="spellEnd"/>
            <w:r w:rsidRPr="00FC6777">
              <w:rPr>
                <w:b w:val="0"/>
              </w:rPr>
              <w:t xml:space="preserve">, </w:t>
            </w:r>
            <w:proofErr w:type="spellStart"/>
            <w:r w:rsidRPr="00FC6777">
              <w:rPr>
                <w:b w:val="0"/>
              </w:rPr>
              <w:t>rikete</w:t>
            </w:r>
            <w:proofErr w:type="spellEnd"/>
            <w:r w:rsidRPr="00FC6777">
              <w:rPr>
                <w:b w:val="0"/>
              </w:rPr>
              <w:t xml:space="preserve"> ja </w:t>
            </w:r>
            <w:proofErr w:type="spellStart"/>
            <w:r w:rsidRPr="00FC6777">
              <w:rPr>
                <w:b w:val="0"/>
              </w:rPr>
              <w:t>puuduste</w:t>
            </w:r>
            <w:proofErr w:type="spellEnd"/>
            <w:r w:rsidRPr="00FC6777">
              <w:rPr>
                <w:b w:val="0"/>
              </w:rPr>
              <w:t xml:space="preserve"> </w:t>
            </w:r>
            <w:proofErr w:type="spellStart"/>
            <w:r w:rsidRPr="00FC6777">
              <w:rPr>
                <w:b w:val="0"/>
              </w:rPr>
              <w:t>edastamine</w:t>
            </w:r>
            <w:proofErr w:type="spellEnd"/>
            <w:r w:rsidRPr="00FC6777">
              <w:rPr>
                <w:b w:val="0"/>
              </w:rPr>
              <w:t xml:space="preserve"> </w:t>
            </w:r>
            <w:proofErr w:type="spellStart"/>
            <w:r w:rsidRPr="00FC6777">
              <w:rPr>
                <w:b w:val="0"/>
              </w:rPr>
              <w:t>tööpäevadel</w:t>
            </w:r>
            <w:proofErr w:type="spellEnd"/>
            <w:r w:rsidR="00585706">
              <w:rPr>
                <w:b w:val="0"/>
              </w:rPr>
              <w:br/>
            </w:r>
            <w:r w:rsidRPr="00FC6777">
              <w:rPr>
                <w:b w:val="0"/>
              </w:rPr>
              <w:t>8</w:t>
            </w:r>
            <w:r w:rsidR="00392271">
              <w:rPr>
                <w:b w:val="0"/>
              </w:rPr>
              <w:t>:</w:t>
            </w:r>
            <w:r w:rsidRPr="00FC6777">
              <w:rPr>
                <w:b w:val="0"/>
              </w:rPr>
              <w:t>00</w:t>
            </w:r>
            <w:r w:rsidR="007719CD">
              <w:rPr>
                <w:b w:val="0"/>
              </w:rPr>
              <w:t>-</w:t>
            </w:r>
            <w:r w:rsidRPr="00FC6777">
              <w:rPr>
                <w:b w:val="0"/>
              </w:rPr>
              <w:t>1</w:t>
            </w:r>
            <w:r w:rsidR="00D33B43">
              <w:rPr>
                <w:b w:val="0"/>
              </w:rPr>
              <w:t>7</w:t>
            </w:r>
            <w:r w:rsidR="00392271">
              <w:rPr>
                <w:b w:val="0"/>
              </w:rPr>
              <w:t>:</w:t>
            </w:r>
            <w:r w:rsidRPr="00FC6777">
              <w:rPr>
                <w:b w:val="0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585706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85706">
              <w:rPr>
                <w:b/>
              </w:rPr>
              <w:t xml:space="preserve">Riigi Kinnisvara AS klienditugi </w:t>
            </w:r>
          </w:p>
          <w:p w14:paraId="4228C225" w14:textId="77777777" w:rsidR="00FC6777" w:rsidRPr="00585706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  <w:r w:rsidR="00FC6777" w:rsidRPr="00585706">
              <w:rPr>
                <w:b/>
              </w:rPr>
              <w:t>el</w:t>
            </w:r>
            <w:r>
              <w:rPr>
                <w:b/>
              </w:rPr>
              <w:t xml:space="preserve"> </w:t>
            </w:r>
            <w:r w:rsidR="007719CD">
              <w:rPr>
                <w:b/>
              </w:rPr>
              <w:t>605 0000</w:t>
            </w:r>
          </w:p>
          <w:p w14:paraId="30ACDB16" w14:textId="77777777" w:rsidR="00FC6777" w:rsidRPr="00585706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85706">
              <w:rPr>
                <w:b/>
              </w:rPr>
              <w:t>klienditugi@rkas.ee</w:t>
            </w:r>
          </w:p>
        </w:tc>
      </w:tr>
      <w:tr w:rsidR="00E304D7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402FB" w:rsidRDefault="00E304D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FC6777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777"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774A2D73" w:rsidR="00E304D7" w:rsidRDefault="00AB08F4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Ragnar Savvi</w:t>
            </w:r>
          </w:p>
          <w:p w14:paraId="043751CB" w14:textId="7D8AAB96" w:rsidR="000B2381" w:rsidRPr="00585706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tel +372 </w:t>
            </w:r>
            <w:r w:rsidR="00AB08F4">
              <w:t>53334159</w:t>
            </w:r>
          </w:p>
        </w:tc>
      </w:tr>
      <w:tr w:rsidR="00FC6777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402FB" w:rsidRDefault="00FC677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3.</w:t>
            </w:r>
          </w:p>
        </w:tc>
        <w:sdt>
          <w:sdtPr>
            <w:rPr>
              <w:sz w:val="24"/>
              <w:szCs w:val="24"/>
            </w:rPr>
            <w:id w:val="-1616822046"/>
            <w:placeholder>
              <w:docPart w:val="66BC2BD374D74143A15A68ADA8CA1D58"/>
            </w:placeholder>
          </w:sdtPr>
          <w:sdtEndPr/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FC6777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</w:rPr>
                </w:pPr>
                <w:r w:rsidRPr="00FC6777">
                  <w:rPr>
                    <w:sz w:val="24"/>
                    <w:szCs w:val="24"/>
                  </w:rPr>
                  <w:t xml:space="preserve">Kui on tekkinud avarii ja eespool nimetatute telefonid ei vasta, </w:t>
                </w:r>
                <w:r w:rsidRPr="00FC6777">
                  <w:rPr>
                    <w:sz w:val="24"/>
                    <w:szCs w:val="24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3161D0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3161D0" w:rsidRPr="00585706" w:rsidRDefault="003161D0" w:rsidP="003161D0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3161D0" w:rsidRPr="00585706" w:rsidRDefault="003161D0" w:rsidP="003161D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38227E26" w:rsidR="003161D0" w:rsidRPr="00585706" w:rsidRDefault="003053D5" w:rsidP="003161D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KINNISVARATEENINDUS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482A4450" w:rsidR="003161D0" w:rsidRPr="00585706" w:rsidRDefault="003161D0" w:rsidP="003161D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A70B7B">
              <w:rPr>
                <w:b/>
              </w:rPr>
              <w:t>dispetšer</w:t>
            </w:r>
            <w:proofErr w:type="spellEnd"/>
            <w:r w:rsidRPr="00A70B7B">
              <w:rPr>
                <w:b/>
              </w:rPr>
              <w:t xml:space="preserve"> </w:t>
            </w:r>
            <w:r>
              <w:rPr>
                <w:b/>
              </w:rPr>
              <w:t xml:space="preserve">(+372) </w:t>
            </w:r>
            <w:r w:rsidR="00AE7E12">
              <w:rPr>
                <w:b/>
              </w:rPr>
              <w:t>5331 5652</w:t>
            </w:r>
          </w:p>
        </w:tc>
      </w:tr>
      <w:tr w:rsidR="00AE7E12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AE7E12" w:rsidRPr="00585706" w:rsidRDefault="00AE7E12" w:rsidP="00AE7E12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AE7E12" w:rsidRDefault="00AE7E12" w:rsidP="00AE7E12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72826" w14:textId="2B5802C1" w:rsidR="00AE7E12" w:rsidRPr="00585706" w:rsidRDefault="00AE7E12" w:rsidP="00AE7E12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KINNISVARATEENINDUS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29E51FB2" w:rsidR="00AE7E12" w:rsidRPr="00585706" w:rsidRDefault="00AE7E12" w:rsidP="00AE7E12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A70B7B">
              <w:rPr>
                <w:b/>
              </w:rPr>
              <w:t>dispetšer</w:t>
            </w:r>
            <w:proofErr w:type="spellEnd"/>
            <w:r w:rsidRPr="00A70B7B">
              <w:rPr>
                <w:b/>
              </w:rPr>
              <w:t xml:space="preserve"> </w:t>
            </w:r>
            <w:r>
              <w:rPr>
                <w:b/>
              </w:rPr>
              <w:t>(+372) 5331 5652</w:t>
            </w:r>
          </w:p>
        </w:tc>
      </w:tr>
      <w:tr w:rsidR="00AE7E12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AE7E12" w:rsidRPr="00585706" w:rsidRDefault="00AE7E12" w:rsidP="00AE7E12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AE7E12" w:rsidRDefault="00AE7E12" w:rsidP="00AE7E12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C1824" w14:textId="445763C1" w:rsidR="00AE7E12" w:rsidRDefault="00AE7E12" w:rsidP="00AE7E12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KINNISVARATEENINDUS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377D80BC" w:rsidR="00AE7E12" w:rsidRDefault="00AE7E12" w:rsidP="00AE7E12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A70B7B">
              <w:rPr>
                <w:b/>
              </w:rPr>
              <w:t>dispetšer</w:t>
            </w:r>
            <w:proofErr w:type="spellEnd"/>
            <w:r w:rsidRPr="00A70B7B">
              <w:rPr>
                <w:b/>
              </w:rPr>
              <w:t xml:space="preserve"> </w:t>
            </w:r>
            <w:r>
              <w:rPr>
                <w:b/>
              </w:rPr>
              <w:t>(+372) 5331 5652</w:t>
            </w:r>
          </w:p>
        </w:tc>
      </w:tr>
      <w:tr w:rsidR="00AE7E12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AE7E12" w:rsidRPr="00585706" w:rsidRDefault="00AE7E12" w:rsidP="00AE7E12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AE7E12" w:rsidRDefault="00AE7E12" w:rsidP="00AE7E12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E2072" w14:textId="3A16F039" w:rsidR="00AE7E12" w:rsidRDefault="00AE7E12" w:rsidP="00AE7E12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KINNISVARATEENINDUS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391E4A00" w:rsidR="00AE7E12" w:rsidRDefault="00AE7E12" w:rsidP="00AE7E12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A70B7B">
              <w:rPr>
                <w:b/>
              </w:rPr>
              <w:t>dispetšer</w:t>
            </w:r>
            <w:proofErr w:type="spellEnd"/>
            <w:r w:rsidRPr="00A70B7B">
              <w:rPr>
                <w:b/>
              </w:rPr>
              <w:t xml:space="preserve"> </w:t>
            </w:r>
            <w:r>
              <w:rPr>
                <w:b/>
              </w:rPr>
              <w:t>(+372) 5331 5652</w:t>
            </w:r>
          </w:p>
        </w:tc>
      </w:tr>
      <w:tr w:rsidR="003161D0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3161D0" w:rsidRPr="00585706" w:rsidRDefault="003161D0" w:rsidP="003161D0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3161D0" w:rsidRDefault="003161D0" w:rsidP="003161D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Nõrkvoolusüsteemid</w:t>
            </w:r>
            <w: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3F613" w14:textId="1FC69E41" w:rsidR="003161D0" w:rsidRDefault="00A638BA" w:rsidP="003161D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PRISTIS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6B4ACABF" w:rsidR="003161D0" w:rsidRDefault="00052F3B" w:rsidP="003161D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A70B7B">
              <w:rPr>
                <w:b/>
              </w:rPr>
              <w:t>dispetšer</w:t>
            </w:r>
            <w:proofErr w:type="spellEnd"/>
            <w:r w:rsidRPr="00A70B7B">
              <w:rPr>
                <w:b/>
              </w:rPr>
              <w:t xml:space="preserve"> </w:t>
            </w:r>
            <w:r>
              <w:rPr>
                <w:b/>
              </w:rPr>
              <w:t xml:space="preserve">(+372) </w:t>
            </w:r>
            <w:r w:rsidR="00027B72">
              <w:rPr>
                <w:b/>
              </w:rPr>
              <w:t>6441552</w:t>
            </w:r>
          </w:p>
        </w:tc>
      </w:tr>
      <w:tr w:rsidR="003161D0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3161D0" w:rsidRPr="00585706" w:rsidRDefault="003161D0" w:rsidP="003161D0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3161D0" w:rsidRDefault="003161D0" w:rsidP="003161D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0F9535B0" w:rsidR="003161D0" w:rsidRDefault="00027B72" w:rsidP="003161D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SOL BALTICS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5F36803F" w:rsidR="003161D0" w:rsidRDefault="00052F3B" w:rsidP="003161D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A70B7B">
              <w:rPr>
                <w:b/>
              </w:rPr>
              <w:t>dispetšer</w:t>
            </w:r>
            <w:proofErr w:type="spellEnd"/>
            <w:r w:rsidRPr="00A70B7B">
              <w:rPr>
                <w:b/>
              </w:rPr>
              <w:t xml:space="preserve"> </w:t>
            </w:r>
            <w:r>
              <w:rPr>
                <w:b/>
              </w:rPr>
              <w:t xml:space="preserve">(+372) </w:t>
            </w:r>
            <w:r w:rsidR="00896F1C">
              <w:rPr>
                <w:b/>
              </w:rPr>
              <w:t>511 1091</w:t>
            </w:r>
          </w:p>
        </w:tc>
      </w:tr>
    </w:tbl>
    <w:p w14:paraId="46BC01C2" w14:textId="77777777" w:rsidR="006E52E5" w:rsidRDefault="006E52E5" w:rsidP="006E52E5"/>
    <w:p w14:paraId="359C445F" w14:textId="77777777" w:rsidR="006E52E5" w:rsidRDefault="006E52E5" w:rsidP="006E52E5">
      <w:pPr>
        <w:jc w:val="center"/>
      </w:pPr>
    </w:p>
    <w:p w14:paraId="46F7C2A2" w14:textId="77777777" w:rsidR="00CC220A" w:rsidRPr="00CC220A" w:rsidRDefault="00CC220A" w:rsidP="00CC220A"/>
    <w:sectPr w:rsidR="00CC220A" w:rsidRPr="00CC220A" w:rsidSect="00CC0B68">
      <w:headerReference w:type="default" r:id="rId11"/>
      <w:footerReference w:type="default" r:id="rId12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4B4A8" w14:textId="77777777" w:rsidR="003512B2" w:rsidRDefault="003512B2" w:rsidP="009D60F9">
      <w:pPr>
        <w:spacing w:line="240" w:lineRule="auto"/>
      </w:pPr>
      <w:r>
        <w:separator/>
      </w:r>
    </w:p>
  </w:endnote>
  <w:endnote w:type="continuationSeparator" w:id="0">
    <w:p w14:paraId="5223C6D9" w14:textId="77777777" w:rsidR="003512B2" w:rsidRDefault="003512B2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CC0B68" w:rsidRDefault="00CC0B68" w:rsidP="00CC0B68">
          <w:pPr>
            <w:pStyle w:val="Teemasuur"/>
            <w:rPr>
              <w:b w:val="0"/>
            </w:rPr>
          </w:pPr>
          <w:r w:rsidRPr="00CC0B68">
            <w:rPr>
              <w:b w:val="0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84AE0" w:rsidRDefault="00284AE0" w:rsidP="00284AE0">
          <w:pPr>
            <w:pStyle w:val="Teema"/>
            <w:rPr>
              <w:b w:val="0"/>
            </w:rPr>
          </w:pPr>
          <w:r w:rsidRPr="00284AE0">
            <w:rPr>
              <w:b w:val="0"/>
            </w:rPr>
            <w:t>Avarii</w:t>
          </w:r>
        </w:p>
        <w:p w14:paraId="4AC4BBC7" w14:textId="77777777" w:rsidR="00284AE0" w:rsidRPr="00284AE0" w:rsidRDefault="00284AE0" w:rsidP="00284AE0">
          <w:pPr>
            <w:pStyle w:val="Teema"/>
            <w:rPr>
              <w:b w:val="0"/>
            </w:rPr>
          </w:pPr>
          <w:r w:rsidRPr="00284AE0">
            <w:rPr>
              <w:b w:val="0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3A6920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</w:rPr>
          </w:pPr>
          <w:r w:rsidRPr="003A6920">
            <w:rPr>
              <w:sz w:val="16"/>
              <w:szCs w:val="16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84AE0" w:rsidRDefault="00284AE0" w:rsidP="00284AE0">
          <w:pPr>
            <w:pStyle w:val="Teema"/>
            <w:rPr>
              <w:b w:val="0"/>
            </w:rPr>
          </w:pPr>
          <w:r>
            <w:rPr>
              <w:b w:val="0"/>
            </w:rPr>
            <w:t>Rike</w:t>
          </w:r>
          <w:r>
            <w:rPr>
              <w:b w:val="0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3A6920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</w:rPr>
          </w:pPr>
          <w:r w:rsidRPr="003A6920">
            <w:rPr>
              <w:sz w:val="16"/>
              <w:szCs w:val="16"/>
            </w:rPr>
            <w:t>Rikke lokaliseerimine toimub 48 h jooksul pärast rikketeate vastuvõtmis</w:t>
          </w:r>
          <w:r w:rsidR="00CC0B68" w:rsidRPr="003A6920">
            <w:rPr>
              <w:sz w:val="16"/>
              <w:szCs w:val="16"/>
            </w:rPr>
            <w:t xml:space="preserve">t. </w:t>
          </w:r>
          <w:r w:rsidRPr="003A6920">
            <w:rPr>
              <w:sz w:val="16"/>
              <w:szCs w:val="16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Default="00284AE0" w:rsidP="00284AE0">
          <w:pPr>
            <w:pStyle w:val="Teema"/>
            <w:rPr>
              <w:b w:val="0"/>
            </w:rPr>
          </w:pPr>
          <w:r>
            <w:rPr>
              <w:b w:val="0"/>
            </w:rPr>
            <w:t>Puudus</w:t>
          </w:r>
          <w:r>
            <w:rPr>
              <w:b w:val="0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3A6920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</w:rPr>
          </w:pPr>
          <w:r w:rsidRPr="003A6920">
            <w:rPr>
              <w:sz w:val="16"/>
              <w:szCs w:val="16"/>
            </w:rPr>
            <w:t>Puuduste likvideerimine toimub hiljemalt 72 h jooksul pärast teate vastuvõtmist.</w:t>
          </w:r>
          <w:r w:rsidR="00CC0B68" w:rsidRPr="003A6920">
            <w:rPr>
              <w:sz w:val="16"/>
              <w:szCs w:val="16"/>
            </w:rPr>
            <w:t xml:space="preserve"> </w:t>
          </w:r>
          <w:r w:rsidRPr="003A6920">
            <w:rPr>
              <w:sz w:val="16"/>
              <w:szCs w:val="16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81E3E" w14:textId="77777777" w:rsidR="003512B2" w:rsidRDefault="003512B2" w:rsidP="009D60F9">
      <w:pPr>
        <w:spacing w:line="240" w:lineRule="auto"/>
      </w:pPr>
      <w:r>
        <w:separator/>
      </w:r>
    </w:p>
  </w:footnote>
  <w:footnote w:type="continuationSeparator" w:id="0">
    <w:p w14:paraId="62F77C66" w14:textId="77777777" w:rsidR="003512B2" w:rsidRDefault="003512B2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6036" w14:textId="77777777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27B72"/>
    <w:rsid w:val="00030323"/>
    <w:rsid w:val="00052F3B"/>
    <w:rsid w:val="000A0A78"/>
    <w:rsid w:val="000B2381"/>
    <w:rsid w:val="000C1162"/>
    <w:rsid w:val="00125CA0"/>
    <w:rsid w:val="001A160F"/>
    <w:rsid w:val="001D6244"/>
    <w:rsid w:val="001E0FED"/>
    <w:rsid w:val="00232C60"/>
    <w:rsid w:val="002402FB"/>
    <w:rsid w:val="00284AE0"/>
    <w:rsid w:val="002A044D"/>
    <w:rsid w:val="002C4CBD"/>
    <w:rsid w:val="003053D5"/>
    <w:rsid w:val="003161D0"/>
    <w:rsid w:val="003512B2"/>
    <w:rsid w:val="00392271"/>
    <w:rsid w:val="003A6920"/>
    <w:rsid w:val="0040733F"/>
    <w:rsid w:val="00460541"/>
    <w:rsid w:val="004A3350"/>
    <w:rsid w:val="004A3A48"/>
    <w:rsid w:val="0051296E"/>
    <w:rsid w:val="005739BB"/>
    <w:rsid w:val="005801AB"/>
    <w:rsid w:val="00585706"/>
    <w:rsid w:val="005D4EE5"/>
    <w:rsid w:val="005E3528"/>
    <w:rsid w:val="00644210"/>
    <w:rsid w:val="006646D6"/>
    <w:rsid w:val="006E1C23"/>
    <w:rsid w:val="006E52E5"/>
    <w:rsid w:val="006F1112"/>
    <w:rsid w:val="007026C3"/>
    <w:rsid w:val="0075218A"/>
    <w:rsid w:val="007719CD"/>
    <w:rsid w:val="00774CD6"/>
    <w:rsid w:val="00775317"/>
    <w:rsid w:val="00890F4B"/>
    <w:rsid w:val="00896F1C"/>
    <w:rsid w:val="008C3E5F"/>
    <w:rsid w:val="009D60F9"/>
    <w:rsid w:val="00A01123"/>
    <w:rsid w:val="00A638BA"/>
    <w:rsid w:val="00A920DF"/>
    <w:rsid w:val="00AA284D"/>
    <w:rsid w:val="00AB08F4"/>
    <w:rsid w:val="00AC5730"/>
    <w:rsid w:val="00AE7E12"/>
    <w:rsid w:val="00B64D0C"/>
    <w:rsid w:val="00BE4B5D"/>
    <w:rsid w:val="00C85C11"/>
    <w:rsid w:val="00C94ED6"/>
    <w:rsid w:val="00CC0B68"/>
    <w:rsid w:val="00CC220A"/>
    <w:rsid w:val="00CD13F5"/>
    <w:rsid w:val="00CE2355"/>
    <w:rsid w:val="00D33B43"/>
    <w:rsid w:val="00DC2C70"/>
    <w:rsid w:val="00DE2514"/>
    <w:rsid w:val="00DE3132"/>
    <w:rsid w:val="00E17F76"/>
    <w:rsid w:val="00E256B3"/>
    <w:rsid w:val="00E304D7"/>
    <w:rsid w:val="00EA6692"/>
    <w:rsid w:val="00F04AEE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1201D3"/>
    <w:rsid w:val="002824ED"/>
    <w:rsid w:val="002F02B7"/>
    <w:rsid w:val="004B1153"/>
    <w:rsid w:val="00666DA5"/>
    <w:rsid w:val="008C7DB7"/>
    <w:rsid w:val="00B72E4B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5F25KTUSNP4X-205032580-148959</_dlc_DocId>
    <_dlc_DocIdUrl xmlns="d65e48b5-f38d-431e-9b4f-47403bf4583f">
      <Url>https://rkas.sharepoint.com/Kliendisuhted/_layouts/15/DocIdRedir.aspx?ID=5F25KTUSNP4X-205032580-148959</Url>
      <Description>5F25KTUSNP4X-205032580-148959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A0732C-610C-484F-B08C-3E52EE5AB0BF}">
  <ds:schemaRefs>
    <ds:schemaRef ds:uri="http://purl.org/dc/dcmitype/"/>
    <ds:schemaRef ds:uri="http://schemas.microsoft.com/office/2006/documentManagement/types"/>
    <ds:schemaRef ds:uri="a4634551-c501-4e5e-ac96-dde1e0c9b252"/>
    <ds:schemaRef ds:uri="http://schemas.microsoft.com/office/2006/metadata/properties"/>
    <ds:schemaRef ds:uri="d65e48b5-f38d-431e-9b4f-47403bf4583f"/>
    <ds:schemaRef ds:uri="http://purl.org/dc/elements/1.1/"/>
    <ds:schemaRef ds:uri="http://schemas.microsoft.com/office/infopath/2007/PartnerControls"/>
    <ds:schemaRef ds:uri="4295b89e-2911-42f0-a767-8ca596d6842f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C2812D-373B-4B65-95AF-3BA07F3236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D51A4B3-D7C6-485F-86F0-2BFCBFCA7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5</TotalTime>
  <Pages>1</Pages>
  <Words>116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Liis Rouhijainen</cp:lastModifiedBy>
  <cp:revision>8</cp:revision>
  <cp:lastPrinted>2018-11-20T15:27:00Z</cp:lastPrinted>
  <dcterms:created xsi:type="dcterms:W3CDTF">2023-07-21T13:49:00Z</dcterms:created>
  <dcterms:modified xsi:type="dcterms:W3CDTF">2024-05-03T08:44:00Z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23da5531-0ff9-4711-aead-7019247b88dc</vt:lpwstr>
  </property>
</Properties>
</file>